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 </w:t>
      </w:r>
      <w:r>
        <w:rPr>
          <w:rFonts w:hint="eastAsia" w:ascii="宋体" w:hAnsi="宋体" w:eastAsia="宋体" w:cs="宋体"/>
          <w:sz w:val="28"/>
          <w:szCs w:val="28"/>
        </w:rPr>
        <w:t>提交资料真实性承诺书</w:t>
      </w:r>
      <w:r>
        <w:rPr>
          <w:rFonts w:hint="eastAsia" w:ascii="宋体" w:hAnsi="宋体" w:eastAsia="宋体" w:cs="宋体"/>
          <w:sz w:val="28"/>
          <w:szCs w:val="28"/>
        </w:rPr>
        <w:t>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我公司承诺所提供的文件、证件（复印件与原件一致）及法定代表人或委托人签字真实、准确、完整、有效，若因提供虚假资料所产生一切后果，公司承担一切法律责任。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bookmarkStart w:id="0" w:name="_GoBack"/>
      <w:bookmarkEnd w:id="0"/>
    </w:p>
    <w:p>
      <w:pPr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承诺单位（章）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负责人：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月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roman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367316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  <w:rPr>
        <w:rFonts w:hint="eastAsia" w:ascii="微软雅黑" w:hAnsi="微软雅黑" w:eastAsia="微软雅黑"/>
        <w:lang w:eastAsia="zh-CN"/>
      </w:rPr>
    </w:pPr>
    <w:r>
      <w:rPr>
        <w:rFonts w:hint="eastAsia" w:ascii="微软雅黑" w:hAnsi="微软雅黑" w:eastAsia="微软雅黑"/>
        <w:lang w:eastAsia="zh-CN"/>
      </w:rPr>
      <w:drawing>
        <wp:inline distT="0" distB="0" distL="114300" distR="114300">
          <wp:extent cx="5271135" cy="426085"/>
          <wp:effectExtent l="0" t="0" r="0" b="0"/>
          <wp:docPr id="1" name="图片 1" descr="OUE LOGO-上海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OUE LOGO-上海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426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0MmJhMzUwNzdhZTQ5MDJjOTVkYWQxYzc4NjRhN2UifQ=="/>
  </w:docVars>
  <w:rsids>
    <w:rsidRoot w:val="72793125"/>
    <w:rsid w:val="000704D4"/>
    <w:rsid w:val="000846EF"/>
    <w:rsid w:val="000D0CBB"/>
    <w:rsid w:val="000E05A0"/>
    <w:rsid w:val="001A3699"/>
    <w:rsid w:val="002402AB"/>
    <w:rsid w:val="0026414B"/>
    <w:rsid w:val="00272468"/>
    <w:rsid w:val="00280FC3"/>
    <w:rsid w:val="00281499"/>
    <w:rsid w:val="002D11CB"/>
    <w:rsid w:val="00306914"/>
    <w:rsid w:val="0032704C"/>
    <w:rsid w:val="00330152"/>
    <w:rsid w:val="003B1FF9"/>
    <w:rsid w:val="003F3C97"/>
    <w:rsid w:val="00430EA3"/>
    <w:rsid w:val="0044049B"/>
    <w:rsid w:val="0048586B"/>
    <w:rsid w:val="00536082"/>
    <w:rsid w:val="00556565"/>
    <w:rsid w:val="005656E8"/>
    <w:rsid w:val="005C41FD"/>
    <w:rsid w:val="00626A7C"/>
    <w:rsid w:val="00770EA1"/>
    <w:rsid w:val="007A7E2C"/>
    <w:rsid w:val="007B77D9"/>
    <w:rsid w:val="008B7775"/>
    <w:rsid w:val="008D19CA"/>
    <w:rsid w:val="009029CA"/>
    <w:rsid w:val="00905B77"/>
    <w:rsid w:val="00916A85"/>
    <w:rsid w:val="00946338"/>
    <w:rsid w:val="009C094A"/>
    <w:rsid w:val="00A250C1"/>
    <w:rsid w:val="00A412FC"/>
    <w:rsid w:val="00A55564"/>
    <w:rsid w:val="00AA136F"/>
    <w:rsid w:val="00B23ECE"/>
    <w:rsid w:val="00B571E7"/>
    <w:rsid w:val="00B73364"/>
    <w:rsid w:val="00BA64B1"/>
    <w:rsid w:val="00C0163C"/>
    <w:rsid w:val="00CA2912"/>
    <w:rsid w:val="00D63FB0"/>
    <w:rsid w:val="00DA665A"/>
    <w:rsid w:val="00DF638F"/>
    <w:rsid w:val="00E32F06"/>
    <w:rsid w:val="00E35D75"/>
    <w:rsid w:val="00F00C63"/>
    <w:rsid w:val="00F13701"/>
    <w:rsid w:val="00FA1AAC"/>
    <w:rsid w:val="07AC2856"/>
    <w:rsid w:val="0AB65FBB"/>
    <w:rsid w:val="121F5F63"/>
    <w:rsid w:val="13A34B11"/>
    <w:rsid w:val="1A9E33C2"/>
    <w:rsid w:val="1AE65236"/>
    <w:rsid w:val="2CC53F4D"/>
    <w:rsid w:val="3EF73C99"/>
    <w:rsid w:val="4BF404E0"/>
    <w:rsid w:val="5A1F57D6"/>
    <w:rsid w:val="60270E32"/>
    <w:rsid w:val="6BF059F8"/>
    <w:rsid w:val="6C7C493C"/>
    <w:rsid w:val="6D535020"/>
    <w:rsid w:val="6E36294D"/>
    <w:rsid w:val="72793125"/>
    <w:rsid w:val="77E7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autoRedefine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 w:line="480" w:lineRule="auto"/>
      <w:jc w:val="left"/>
    </w:pPr>
    <w:rPr>
      <w:rFonts w:ascii="微软雅黑" w:hAnsi="微软雅黑" w:eastAsia="宋体" w:cs="宋体"/>
      <w:kern w:val="0"/>
      <w:sz w:val="18"/>
      <w:szCs w:val="18"/>
    </w:rPr>
  </w:style>
  <w:style w:type="paragraph" w:styleId="7">
    <w:name w:val="Title"/>
    <w:basedOn w:val="1"/>
    <w:next w:val="1"/>
    <w:link w:val="16"/>
    <w:autoRedefine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0">
    <w:name w:val="Hyperlink"/>
    <w:basedOn w:val="9"/>
    <w:autoRedefine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9"/>
    <w:link w:val="3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眉 Char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9"/>
    <w:link w:val="4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标题 1 Char"/>
    <w:basedOn w:val="9"/>
    <w:link w:val="2"/>
    <w:autoRedefine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16">
    <w:name w:val="标题 Char"/>
    <w:basedOn w:val="9"/>
    <w:link w:val="7"/>
    <w:autoRedefine/>
    <w:qFormat/>
    <w:uiPriority w:val="1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Sky123.Org</Company>
  <Pages>1</Pages>
  <Words>101</Words>
  <Characters>102</Characters>
  <Lines>1</Lines>
  <Paragraphs>1</Paragraphs>
  <TotalTime>0</TotalTime>
  <ScaleCrop>false</ScaleCrop>
  <LinksUpToDate>false</LinksUpToDate>
  <CharactersWithSpaces>123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2019-10-15T09:56:00Z</dcterms:created>
  <dc:creator>shadow</dc:creator>
  <cp:lastModifiedBy>WPS_1660118625</cp:lastModifiedBy>
  <dcterms:modified xsi:type="dcterms:W3CDTF">2024-01-18T08:28:16Z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8E04BD83E92F4DF3AC5FBA1C94D8DC53</vt:lpwstr>
  </property>
</Properties>
</file>